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A5282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0A52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A528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A528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A528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A5282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0A5282">
        <w:rPr>
          <w:rFonts w:ascii="Corbel" w:hAnsi="Corbel"/>
          <w:i/>
          <w:smallCaps/>
          <w:sz w:val="24"/>
          <w:szCs w:val="24"/>
        </w:rPr>
        <w:t>201</w:t>
      </w:r>
      <w:r w:rsidR="00F77502" w:rsidRPr="000A5282">
        <w:rPr>
          <w:rFonts w:ascii="Corbel" w:hAnsi="Corbel"/>
          <w:i/>
          <w:smallCaps/>
          <w:sz w:val="24"/>
          <w:szCs w:val="24"/>
        </w:rPr>
        <w:t>6</w:t>
      </w:r>
      <w:r w:rsidR="002C2A37" w:rsidRPr="000A5282">
        <w:rPr>
          <w:rFonts w:ascii="Corbel" w:hAnsi="Corbel"/>
          <w:i/>
          <w:smallCaps/>
          <w:sz w:val="24"/>
          <w:szCs w:val="24"/>
        </w:rPr>
        <w:t>-201</w:t>
      </w:r>
      <w:r w:rsidR="00F77502" w:rsidRPr="000A5282">
        <w:rPr>
          <w:rFonts w:ascii="Corbel" w:hAnsi="Corbel"/>
          <w:i/>
          <w:smallCaps/>
          <w:sz w:val="24"/>
          <w:szCs w:val="24"/>
        </w:rPr>
        <w:t>9</w:t>
      </w:r>
      <w:r w:rsidR="0085747A" w:rsidRPr="000A5282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A5282" w:rsidRDefault="0085747A" w:rsidP="000868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  <w:r w:rsidRPr="000A5282">
        <w:rPr>
          <w:rFonts w:ascii="Corbel" w:hAnsi="Corbel"/>
          <w:i/>
          <w:sz w:val="20"/>
          <w:szCs w:val="20"/>
        </w:rPr>
        <w:t>(skrajne daty</w:t>
      </w:r>
      <w:r w:rsidRPr="000A5282">
        <w:rPr>
          <w:rFonts w:ascii="Corbel" w:hAnsi="Corbel"/>
          <w:sz w:val="20"/>
          <w:szCs w:val="20"/>
        </w:rPr>
        <w:t>)</w:t>
      </w:r>
    </w:p>
    <w:p w:rsidR="0085747A" w:rsidRPr="000A52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A52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A5282">
        <w:rPr>
          <w:rFonts w:ascii="Corbel" w:hAnsi="Corbel"/>
          <w:szCs w:val="24"/>
        </w:rPr>
        <w:t xml:space="preserve">1. </w:t>
      </w:r>
      <w:r w:rsidR="0085747A" w:rsidRPr="000A528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2F1D4F" w:rsidRDefault="006C212D" w:rsidP="00F7750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F1D4F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F77502" w:rsidRPr="002F1D4F">
              <w:rPr>
                <w:rFonts w:ascii="Corbel" w:hAnsi="Corbel"/>
                <w:sz w:val="24"/>
                <w:szCs w:val="24"/>
              </w:rPr>
              <w:t>ekonomiczna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A5282" w:rsidRDefault="00F77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bCs/>
                <w:lang w:eastAsia="pl-PL"/>
              </w:rPr>
              <w:t>E/I/B.5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6C21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6C212D"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pierwszego</w:t>
            </w: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10554" w:rsidRPr="000A528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52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A5282" w:rsidTr="00B819C8">
        <w:tc>
          <w:tcPr>
            <w:tcW w:w="2694" w:type="dxa"/>
            <w:vAlign w:val="center"/>
          </w:tcPr>
          <w:p w:rsidR="0085747A" w:rsidRPr="000A52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A5282" w:rsidRDefault="00C42EAB" w:rsidP="00F77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212D" w:rsidRPr="000A52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A528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77502" w:rsidRPr="000A5282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42EAB" w:rsidRPr="000A5282" w:rsidTr="00B819C8">
        <w:tc>
          <w:tcPr>
            <w:tcW w:w="2694" w:type="dxa"/>
            <w:vAlign w:val="center"/>
          </w:tcPr>
          <w:p w:rsidR="00C42EAB" w:rsidRPr="000A5282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0A5282" w:rsidRDefault="00F77502" w:rsidP="008350E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0A5282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C42EAB" w:rsidRPr="000A5282" w:rsidTr="00B819C8">
        <w:tc>
          <w:tcPr>
            <w:tcW w:w="2694" w:type="dxa"/>
            <w:vAlign w:val="center"/>
          </w:tcPr>
          <w:p w:rsidR="00C42EAB" w:rsidRPr="000A5282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0A5282" w:rsidTr="00B819C8">
        <w:tc>
          <w:tcPr>
            <w:tcW w:w="2694" w:type="dxa"/>
            <w:vAlign w:val="center"/>
          </w:tcPr>
          <w:p w:rsidR="00C42EAB" w:rsidRPr="000A5282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0A5282" w:rsidRDefault="00C42EAB" w:rsidP="000868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8686D">
              <w:rPr>
                <w:rFonts w:ascii="Corbel" w:hAnsi="Corbel"/>
                <w:b w:val="0"/>
                <w:sz w:val="24"/>
                <w:szCs w:val="24"/>
              </w:rPr>
              <w:t>hab. Jerzy Kitowski prof. UR</w:t>
            </w:r>
          </w:p>
        </w:tc>
      </w:tr>
      <w:tr w:rsidR="00C42EAB" w:rsidRPr="000A5282" w:rsidTr="00B819C8">
        <w:tc>
          <w:tcPr>
            <w:tcW w:w="2694" w:type="dxa"/>
            <w:vAlign w:val="center"/>
          </w:tcPr>
          <w:p w:rsidR="00C42EAB" w:rsidRPr="000A5282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0A5282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:rsidR="0085747A" w:rsidRPr="000A52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sz w:val="24"/>
          <w:szCs w:val="24"/>
        </w:rPr>
        <w:t xml:space="preserve">* </w:t>
      </w:r>
      <w:r w:rsidRPr="000A5282">
        <w:rPr>
          <w:rFonts w:ascii="Corbel" w:hAnsi="Corbel"/>
          <w:i/>
          <w:sz w:val="24"/>
          <w:szCs w:val="24"/>
        </w:rPr>
        <w:t xml:space="preserve">- </w:t>
      </w:r>
      <w:r w:rsidRPr="000A5282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0A5282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0A52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A52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sz w:val="24"/>
          <w:szCs w:val="24"/>
        </w:rPr>
        <w:t>1.</w:t>
      </w:r>
      <w:r w:rsidR="00E22FBC" w:rsidRPr="000A5282">
        <w:rPr>
          <w:rFonts w:ascii="Corbel" w:hAnsi="Corbel"/>
          <w:sz w:val="24"/>
          <w:szCs w:val="24"/>
        </w:rPr>
        <w:t>1</w:t>
      </w:r>
      <w:r w:rsidRPr="000A52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A52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A528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Semestr</w:t>
            </w:r>
          </w:p>
          <w:p w:rsidR="00015B8F" w:rsidRPr="000A52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(</w:t>
            </w:r>
            <w:r w:rsidR="00363F78" w:rsidRPr="000A52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5282">
              <w:rPr>
                <w:rFonts w:ascii="Corbel" w:hAnsi="Corbel"/>
                <w:szCs w:val="24"/>
              </w:rPr>
              <w:t>Wykł</w:t>
            </w:r>
            <w:proofErr w:type="spellEnd"/>
            <w:r w:rsidRPr="000A52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5282">
              <w:rPr>
                <w:rFonts w:ascii="Corbel" w:hAnsi="Corbel"/>
                <w:szCs w:val="24"/>
              </w:rPr>
              <w:t>Konw</w:t>
            </w:r>
            <w:proofErr w:type="spellEnd"/>
            <w:r w:rsidRPr="000A52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5282">
              <w:rPr>
                <w:rFonts w:ascii="Corbel" w:hAnsi="Corbel"/>
                <w:szCs w:val="24"/>
              </w:rPr>
              <w:t>Sem</w:t>
            </w:r>
            <w:proofErr w:type="spellEnd"/>
            <w:r w:rsidRPr="000A52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A5282">
              <w:rPr>
                <w:rFonts w:ascii="Corbel" w:hAnsi="Corbel"/>
                <w:szCs w:val="24"/>
              </w:rPr>
              <w:t>Prakt</w:t>
            </w:r>
            <w:proofErr w:type="spellEnd"/>
            <w:r w:rsidRPr="000A52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A52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A52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A52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0A528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A5282" w:rsidRDefault="002F1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F77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F77502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A5282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0A52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A52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A52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>1.</w:t>
      </w:r>
      <w:r w:rsidR="00E22FBC" w:rsidRPr="000A5282">
        <w:rPr>
          <w:rFonts w:ascii="Corbel" w:hAnsi="Corbel"/>
          <w:smallCaps w:val="0"/>
          <w:szCs w:val="24"/>
        </w:rPr>
        <w:t>2</w:t>
      </w:r>
      <w:r w:rsidR="00F83B28" w:rsidRPr="000A5282">
        <w:rPr>
          <w:rFonts w:ascii="Corbel" w:hAnsi="Corbel"/>
          <w:smallCaps w:val="0"/>
          <w:szCs w:val="24"/>
        </w:rPr>
        <w:t>.</w:t>
      </w:r>
      <w:r w:rsidR="00F83B28" w:rsidRPr="000A5282">
        <w:rPr>
          <w:rFonts w:ascii="Corbel" w:hAnsi="Corbel"/>
          <w:smallCaps w:val="0"/>
          <w:szCs w:val="24"/>
        </w:rPr>
        <w:tab/>
      </w:r>
      <w:r w:rsidRPr="000A528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A5282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A5282">
        <w:rPr>
          <w:rFonts w:ascii="Corbel" w:eastAsia="MS Gothic" w:hAnsi="Corbel" w:cs="MS Gothic"/>
          <w:b w:val="0"/>
          <w:szCs w:val="24"/>
        </w:rPr>
        <w:t>x</w:t>
      </w:r>
      <w:r w:rsidR="0085747A" w:rsidRPr="000A528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A52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A5282">
        <w:rPr>
          <w:rFonts w:ascii="Corbel" w:eastAsia="MS Gothic" w:hAnsi="MS Gothic" w:cs="MS Gothic"/>
          <w:b w:val="0"/>
          <w:szCs w:val="24"/>
        </w:rPr>
        <w:t>☐</w:t>
      </w:r>
      <w:r w:rsidRPr="000A5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A52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 xml:space="preserve">1.3 </w:t>
      </w:r>
      <w:r w:rsidR="00F83B28" w:rsidRPr="000A5282">
        <w:rPr>
          <w:rFonts w:ascii="Corbel" w:hAnsi="Corbel"/>
          <w:smallCaps w:val="0"/>
          <w:szCs w:val="24"/>
        </w:rPr>
        <w:tab/>
      </w:r>
      <w:r w:rsidRPr="000A5282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F77502" w:rsidRPr="000A5282">
        <w:rPr>
          <w:rFonts w:ascii="Corbel" w:hAnsi="Corbel"/>
          <w:b w:val="0"/>
          <w:smallCaps w:val="0"/>
          <w:szCs w:val="24"/>
        </w:rPr>
        <w:t xml:space="preserve">wykład: zaliczenie, ćwiczenia: </w:t>
      </w:r>
      <w:r w:rsidR="00FF4351" w:rsidRPr="000A5282">
        <w:rPr>
          <w:rFonts w:ascii="Corbel" w:hAnsi="Corbel"/>
          <w:b w:val="0"/>
          <w:smallCaps w:val="0"/>
          <w:szCs w:val="24"/>
        </w:rPr>
        <w:t>zaliczenie z oceną</w:t>
      </w:r>
    </w:p>
    <w:p w:rsidR="00E22FBC" w:rsidRPr="000A5282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0A5282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0A5282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0A5282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0A528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A5282">
        <w:rPr>
          <w:rFonts w:ascii="Corbel" w:hAnsi="Corbel"/>
          <w:szCs w:val="24"/>
        </w:rPr>
        <w:t xml:space="preserve">2.Wymagania wstępne </w:t>
      </w:r>
    </w:p>
    <w:p w:rsidR="00923D7D" w:rsidRPr="000A528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A5282" w:rsidTr="00745302">
        <w:tc>
          <w:tcPr>
            <w:tcW w:w="9670" w:type="dxa"/>
          </w:tcPr>
          <w:p w:rsidR="0085747A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A5282">
              <w:rPr>
                <w:rFonts w:ascii="Corbel" w:hAnsi="Corbel"/>
                <w:color w:val="333333"/>
                <w:lang w:eastAsia="pl-PL"/>
              </w:rPr>
              <w:t>Pozytywne zaliczenie z przedmiotów: Zarz</w:t>
            </w:r>
            <w:r w:rsidRPr="000A5282">
              <w:rPr>
                <w:rFonts w:ascii="Corbel" w:eastAsia="TimesNewRoman" w:hAnsi="Corbel" w:cs="TimesNewRoman"/>
                <w:color w:val="333333"/>
                <w:lang w:eastAsia="pl-PL"/>
              </w:rPr>
              <w:t>ą</w:t>
            </w:r>
            <w:r w:rsidRPr="000A5282">
              <w:rPr>
                <w:rFonts w:ascii="Corbel" w:hAnsi="Corbel"/>
                <w:color w:val="333333"/>
                <w:lang w:eastAsia="pl-PL"/>
              </w:rPr>
              <w:t>dzanie, Mikroekonomia podstawowa wiedza obejmuj</w:t>
            </w:r>
            <w:r w:rsidRPr="000A5282">
              <w:rPr>
                <w:rFonts w:ascii="Corbel" w:eastAsia="TimesNewRoman" w:hAnsi="Corbel" w:cs="TimesNewRoman"/>
                <w:color w:val="333333"/>
                <w:lang w:eastAsia="pl-PL"/>
              </w:rPr>
              <w:t>ą</w:t>
            </w:r>
            <w:r w:rsidRPr="000A5282">
              <w:rPr>
                <w:rFonts w:ascii="Corbel" w:hAnsi="Corbel"/>
                <w:color w:val="333333"/>
                <w:lang w:eastAsia="pl-PL"/>
              </w:rPr>
              <w:t>ca zagadnienia zwi</w:t>
            </w:r>
            <w:r w:rsidRPr="000A5282">
              <w:rPr>
                <w:rFonts w:ascii="Corbel" w:eastAsia="TimesNewRoman" w:hAnsi="Corbel" w:cs="TimesNewRoman"/>
                <w:color w:val="333333"/>
                <w:lang w:eastAsia="pl-PL"/>
              </w:rPr>
              <w:t>ą</w:t>
            </w:r>
            <w:r w:rsidRPr="000A5282">
              <w:rPr>
                <w:rFonts w:ascii="Corbel" w:hAnsi="Corbel"/>
                <w:color w:val="333333"/>
                <w:lang w:eastAsia="pl-PL"/>
              </w:rPr>
              <w:t>zane z zarz</w:t>
            </w:r>
            <w:r w:rsidRPr="000A5282">
              <w:rPr>
                <w:rFonts w:ascii="Corbel" w:eastAsia="TimesNewRoman" w:hAnsi="Corbel" w:cs="TimesNewRoman"/>
                <w:color w:val="333333"/>
                <w:lang w:eastAsia="pl-PL"/>
              </w:rPr>
              <w:t>ą</w:t>
            </w:r>
            <w:r w:rsidRPr="000A5282">
              <w:rPr>
                <w:rFonts w:ascii="Corbel" w:hAnsi="Corbel"/>
                <w:color w:val="333333"/>
                <w:lang w:eastAsia="pl-PL"/>
              </w:rPr>
              <w:t>dzaniem finansami przedsi</w:t>
            </w:r>
            <w:r w:rsidRPr="000A5282">
              <w:rPr>
                <w:rFonts w:ascii="Corbel" w:eastAsia="TimesNewRoman" w:hAnsi="Corbel" w:cs="TimesNewRoman"/>
                <w:color w:val="333333"/>
                <w:lang w:eastAsia="pl-PL"/>
              </w:rPr>
              <w:t>ę</w:t>
            </w:r>
            <w:r w:rsidRPr="000A5282">
              <w:rPr>
                <w:rFonts w:ascii="Corbel" w:hAnsi="Corbel"/>
                <w:color w:val="333333"/>
                <w:lang w:eastAsia="pl-PL"/>
              </w:rPr>
              <w:t>biorstw</w:t>
            </w:r>
          </w:p>
        </w:tc>
      </w:tr>
    </w:tbl>
    <w:p w:rsidR="00153C41" w:rsidRPr="000A52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A52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A5282">
        <w:rPr>
          <w:rFonts w:ascii="Corbel" w:hAnsi="Corbel"/>
          <w:szCs w:val="24"/>
        </w:rPr>
        <w:t>3.</w:t>
      </w:r>
      <w:r w:rsidR="0085747A" w:rsidRPr="000A5282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A52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sz w:val="24"/>
          <w:szCs w:val="24"/>
        </w:rPr>
        <w:t xml:space="preserve">3.1 </w:t>
      </w:r>
      <w:r w:rsidR="0085747A" w:rsidRPr="000A5282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0A52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77502" w:rsidRPr="000A5282" w:rsidTr="00387B69">
        <w:tc>
          <w:tcPr>
            <w:tcW w:w="851" w:type="dxa"/>
            <w:vAlign w:val="center"/>
          </w:tcPr>
          <w:p w:rsidR="00F77502" w:rsidRPr="000A5282" w:rsidRDefault="00F77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F77502" w:rsidRPr="000A5282" w:rsidRDefault="00046BE2" w:rsidP="0051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O</w:t>
            </w:r>
            <w:r w:rsidR="00F77502" w:rsidRPr="000A5282">
              <w:rPr>
                <w:rFonts w:ascii="Corbel" w:hAnsi="Corbel"/>
                <w:lang w:eastAsia="pl-PL"/>
              </w:rPr>
              <w:t>mówienie zasad tworzenia sprawozdania finansowego przedsi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biorstwa</w:t>
            </w:r>
          </w:p>
        </w:tc>
      </w:tr>
      <w:tr w:rsidR="00F77502" w:rsidRPr="000A5282" w:rsidTr="00387B69">
        <w:tc>
          <w:tcPr>
            <w:tcW w:w="851" w:type="dxa"/>
            <w:vAlign w:val="center"/>
          </w:tcPr>
          <w:p w:rsidR="00F77502" w:rsidRPr="000A5282" w:rsidRDefault="00F775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F77502" w:rsidRPr="000A5282" w:rsidRDefault="00046BE2" w:rsidP="00510B1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P</w:t>
            </w:r>
            <w:r w:rsidR="00F77502" w:rsidRPr="000A5282">
              <w:rPr>
                <w:rFonts w:ascii="Corbel" w:hAnsi="Corbel"/>
                <w:lang w:eastAsia="pl-PL"/>
              </w:rPr>
              <w:t>rezentacja wska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="00F77502" w:rsidRPr="000A5282">
              <w:rPr>
                <w:rFonts w:ascii="Corbel" w:hAnsi="Corbel"/>
                <w:lang w:eastAsia="pl-PL"/>
              </w:rPr>
              <w:t>ników wykorzystywanych w analizie ekonomicznej</w:t>
            </w:r>
          </w:p>
        </w:tc>
      </w:tr>
      <w:tr w:rsidR="0085747A" w:rsidRPr="000A5282" w:rsidTr="00923D7D">
        <w:tc>
          <w:tcPr>
            <w:tcW w:w="851" w:type="dxa"/>
            <w:vAlign w:val="center"/>
          </w:tcPr>
          <w:p w:rsidR="0085747A" w:rsidRPr="000A528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77502" w:rsidRPr="000A528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A5282" w:rsidRDefault="00046BE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P</w:t>
            </w:r>
            <w:r w:rsidR="00F77502" w:rsidRPr="000A5282">
              <w:rPr>
                <w:rFonts w:ascii="Corbel" w:hAnsi="Corbel"/>
                <w:lang w:eastAsia="pl-PL"/>
              </w:rPr>
              <w:t>rezentacja jednowymiarowych oraz wielowymiarowych metod analizy finansowej</w:t>
            </w:r>
          </w:p>
        </w:tc>
      </w:tr>
      <w:tr w:rsidR="00F77502" w:rsidRPr="000A5282" w:rsidTr="00923D7D">
        <w:tc>
          <w:tcPr>
            <w:tcW w:w="851" w:type="dxa"/>
            <w:vAlign w:val="center"/>
          </w:tcPr>
          <w:p w:rsidR="00F77502" w:rsidRPr="000A5282" w:rsidRDefault="00F77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77502" w:rsidRPr="000A5282" w:rsidRDefault="00046BE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W</w:t>
            </w:r>
            <w:r w:rsidR="00F77502" w:rsidRPr="000A5282">
              <w:rPr>
                <w:rFonts w:ascii="Corbel" w:hAnsi="Corbel"/>
                <w:lang w:eastAsia="pl-PL"/>
              </w:rPr>
              <w:t>ypracowanie umiej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tno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="00F77502" w:rsidRPr="000A5282">
              <w:rPr>
                <w:rFonts w:ascii="Corbel" w:hAnsi="Corbel"/>
                <w:lang w:eastAsia="pl-PL"/>
              </w:rPr>
              <w:t>ci swobodnego posługiwania si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 xml:space="preserve">ę </w:t>
            </w:r>
            <w:r w:rsidR="00F77502" w:rsidRPr="000A5282">
              <w:rPr>
                <w:rFonts w:ascii="Corbel" w:hAnsi="Corbel"/>
                <w:lang w:eastAsia="pl-PL"/>
              </w:rPr>
              <w:t>podstawowymi terminami analizy</w:t>
            </w:r>
          </w:p>
          <w:p w:rsidR="00F77502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ekonomicznej</w:t>
            </w:r>
          </w:p>
        </w:tc>
      </w:tr>
      <w:tr w:rsidR="00F77502" w:rsidRPr="000A5282" w:rsidTr="00923D7D">
        <w:tc>
          <w:tcPr>
            <w:tcW w:w="851" w:type="dxa"/>
            <w:vAlign w:val="center"/>
          </w:tcPr>
          <w:p w:rsidR="00F77502" w:rsidRPr="000A5282" w:rsidRDefault="00F77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77502" w:rsidRPr="000A5282" w:rsidRDefault="00046BE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W</w:t>
            </w:r>
            <w:r w:rsidR="00F77502" w:rsidRPr="000A5282">
              <w:rPr>
                <w:rFonts w:ascii="Corbel" w:hAnsi="Corbel"/>
                <w:lang w:eastAsia="pl-PL"/>
              </w:rPr>
              <w:t>ypracowanie umiej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tno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="00F77502" w:rsidRPr="000A5282">
              <w:rPr>
                <w:rFonts w:ascii="Corbel" w:hAnsi="Corbel"/>
                <w:lang w:eastAsia="pl-PL"/>
              </w:rPr>
              <w:t>ci poprawnego stosowania narz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dzi analizy ekonomicznej</w:t>
            </w:r>
          </w:p>
        </w:tc>
      </w:tr>
      <w:tr w:rsidR="00F77502" w:rsidRPr="000A5282" w:rsidTr="00923D7D">
        <w:tc>
          <w:tcPr>
            <w:tcW w:w="851" w:type="dxa"/>
            <w:vAlign w:val="center"/>
          </w:tcPr>
          <w:p w:rsidR="00F77502" w:rsidRPr="000A5282" w:rsidRDefault="00F77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F77502" w:rsidRPr="000A5282" w:rsidRDefault="00F77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77502" w:rsidRPr="000A5282" w:rsidRDefault="00046BE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W</w:t>
            </w:r>
            <w:r w:rsidR="00F77502" w:rsidRPr="000A5282">
              <w:rPr>
                <w:rFonts w:ascii="Corbel" w:hAnsi="Corbel"/>
                <w:lang w:eastAsia="pl-PL"/>
              </w:rPr>
              <w:t>ypracowanie umiej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tno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="00F77502" w:rsidRPr="000A5282">
              <w:rPr>
                <w:rFonts w:ascii="Corbel" w:hAnsi="Corbel"/>
                <w:lang w:eastAsia="pl-PL"/>
              </w:rPr>
              <w:t>ci interpretacji danych finansowych i wykorzystania ich w zarz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="00F77502" w:rsidRPr="000A5282">
              <w:rPr>
                <w:rFonts w:ascii="Corbel" w:hAnsi="Corbel"/>
                <w:lang w:eastAsia="pl-PL"/>
              </w:rPr>
              <w:t>dzaniu przedsi</w:t>
            </w:r>
            <w:r w:rsidR="00F77502"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="00F77502" w:rsidRPr="000A5282">
              <w:rPr>
                <w:rFonts w:ascii="Corbel" w:hAnsi="Corbel"/>
                <w:lang w:eastAsia="pl-PL"/>
              </w:rPr>
              <w:t>biorstwem</w:t>
            </w:r>
          </w:p>
        </w:tc>
      </w:tr>
    </w:tbl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A52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b/>
          <w:sz w:val="24"/>
          <w:szCs w:val="24"/>
        </w:rPr>
        <w:t xml:space="preserve">3.2 </w:t>
      </w:r>
      <w:r w:rsidR="001D7B54" w:rsidRPr="000A5282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0A5282">
        <w:rPr>
          <w:rFonts w:ascii="Corbel" w:hAnsi="Corbel"/>
          <w:sz w:val="24"/>
          <w:szCs w:val="24"/>
        </w:rPr>
        <w:t xml:space="preserve"> ( </w:t>
      </w:r>
      <w:r w:rsidR="001D7B54" w:rsidRPr="000A5282">
        <w:rPr>
          <w:rFonts w:ascii="Corbel" w:hAnsi="Corbel"/>
          <w:i/>
          <w:sz w:val="24"/>
          <w:szCs w:val="24"/>
        </w:rPr>
        <w:t>wypełnia koordynator</w:t>
      </w:r>
      <w:r w:rsidR="001D7B54" w:rsidRPr="000A5282">
        <w:rPr>
          <w:rFonts w:ascii="Corbel" w:hAnsi="Corbel"/>
          <w:sz w:val="24"/>
          <w:szCs w:val="24"/>
        </w:rPr>
        <w:t>)</w:t>
      </w:r>
    </w:p>
    <w:p w:rsidR="001D7B54" w:rsidRPr="000A52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A5282" w:rsidTr="0071620A">
        <w:tc>
          <w:tcPr>
            <w:tcW w:w="1701" w:type="dxa"/>
            <w:vAlign w:val="center"/>
          </w:tcPr>
          <w:p w:rsidR="0085747A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A528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77502" w:rsidRPr="000A5282" w:rsidTr="00FB5796">
        <w:tc>
          <w:tcPr>
            <w:tcW w:w="1701" w:type="dxa"/>
          </w:tcPr>
          <w:p w:rsidR="00F77502" w:rsidRPr="000A5282" w:rsidRDefault="00F775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52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F77502" w:rsidRPr="000A5282" w:rsidRDefault="00F77502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Wymienia i opisuje podstawowe problemy z zakresu analizy ekonomicznej (przedmiot i kryteria oceny, 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:rsidR="00F77502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K_W01</w:t>
            </w:r>
          </w:p>
          <w:p w:rsidR="00F77502" w:rsidRPr="000A5282" w:rsidRDefault="00F77502" w:rsidP="00F77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lang w:eastAsia="pl-PL"/>
              </w:rPr>
              <w:t>K_W04</w:t>
            </w:r>
          </w:p>
        </w:tc>
      </w:tr>
      <w:tr w:rsidR="00F77502" w:rsidRPr="000A5282" w:rsidTr="00FB5796">
        <w:tc>
          <w:tcPr>
            <w:tcW w:w="1701" w:type="dxa"/>
          </w:tcPr>
          <w:p w:rsidR="00F77502" w:rsidRPr="000A5282" w:rsidRDefault="00F775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F77502" w:rsidRPr="000A5282" w:rsidRDefault="00F77502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Wymienia i charakteryzuje podstawowe narz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dzia analizy ekonomicznej wykorzystywane w ocenie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biorstwa</w:t>
            </w:r>
          </w:p>
        </w:tc>
        <w:tc>
          <w:tcPr>
            <w:tcW w:w="1873" w:type="dxa"/>
          </w:tcPr>
          <w:p w:rsidR="00F77502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K_W01</w:t>
            </w:r>
          </w:p>
          <w:p w:rsidR="00F77502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K_W08</w:t>
            </w:r>
          </w:p>
        </w:tc>
      </w:tr>
      <w:tr w:rsidR="00AD0A5D" w:rsidRPr="000A5282" w:rsidTr="005E6E85">
        <w:tc>
          <w:tcPr>
            <w:tcW w:w="1701" w:type="dxa"/>
          </w:tcPr>
          <w:p w:rsidR="00AD0A5D" w:rsidRPr="000A5282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A5D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Rozpoznaje wzajemne powi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zania i zale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ż</w:t>
            </w:r>
            <w:r w:rsidRPr="000A5282">
              <w:rPr>
                <w:rFonts w:ascii="Corbel" w:hAnsi="Corbel"/>
                <w:lang w:eastAsia="pl-PL"/>
              </w:rPr>
              <w:t>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 pomi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dzy zjawiskami finansowymi zachodz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cymi w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K_W07</w:t>
            </w:r>
          </w:p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K_W08</w:t>
            </w:r>
          </w:p>
          <w:p w:rsidR="00AD0A5D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K_W09</w:t>
            </w:r>
          </w:p>
        </w:tc>
      </w:tr>
      <w:tr w:rsidR="00AD0A5D" w:rsidRPr="000A5282" w:rsidTr="005E6E85">
        <w:tc>
          <w:tcPr>
            <w:tcW w:w="1701" w:type="dxa"/>
          </w:tcPr>
          <w:p w:rsidR="00AD0A5D" w:rsidRPr="000A5282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0A5D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Przedstawia opini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ę </w:t>
            </w:r>
            <w:r w:rsidRPr="000A5282">
              <w:rPr>
                <w:rFonts w:ascii="Corbel" w:hAnsi="Corbel"/>
                <w:lang w:eastAsia="pl-PL"/>
              </w:rPr>
              <w:t>na temat powi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za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ń </w:t>
            </w:r>
            <w:r w:rsidRPr="000A5282">
              <w:rPr>
                <w:rFonts w:ascii="Corbel" w:hAnsi="Corbel"/>
                <w:lang w:eastAsia="pl-PL"/>
              </w:rPr>
              <w:t>finansowych wyst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puj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cych w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U_01</w:t>
            </w:r>
          </w:p>
          <w:p w:rsidR="00AD0A5D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U_04</w:t>
            </w:r>
          </w:p>
        </w:tc>
      </w:tr>
      <w:tr w:rsidR="00AD0A5D" w:rsidRPr="000A5282" w:rsidTr="005E6E85">
        <w:tc>
          <w:tcPr>
            <w:tcW w:w="1701" w:type="dxa"/>
          </w:tcPr>
          <w:p w:rsidR="00AD0A5D" w:rsidRPr="000A5282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0A5D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Potrafi pozyskiwa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ć </w:t>
            </w:r>
            <w:r w:rsidRPr="000A5282">
              <w:rPr>
                <w:rFonts w:ascii="Corbel" w:hAnsi="Corbel"/>
                <w:lang w:eastAsia="pl-PL"/>
              </w:rPr>
              <w:t>i analizowa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ć </w:t>
            </w:r>
            <w:r w:rsidRPr="000A5282">
              <w:rPr>
                <w:rFonts w:ascii="Corbel" w:hAnsi="Corbel"/>
                <w:lang w:eastAsia="pl-PL"/>
              </w:rPr>
              <w:t>dane ekonomiczne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U_04</w:t>
            </w:r>
          </w:p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U_05</w:t>
            </w:r>
          </w:p>
          <w:p w:rsidR="00AD0A5D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U_06</w:t>
            </w:r>
          </w:p>
        </w:tc>
      </w:tr>
      <w:tr w:rsidR="00F77502" w:rsidRPr="000A5282" w:rsidTr="005E6E85">
        <w:tc>
          <w:tcPr>
            <w:tcW w:w="1701" w:type="dxa"/>
          </w:tcPr>
          <w:p w:rsidR="00F77502" w:rsidRPr="000A5282" w:rsidRDefault="00F77502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77502" w:rsidRPr="000A5282" w:rsidRDefault="00F77502" w:rsidP="00F7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Potrafi wskazywa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ć </w:t>
            </w:r>
            <w:r w:rsidRPr="000A5282">
              <w:rPr>
                <w:rFonts w:ascii="Corbel" w:hAnsi="Corbel"/>
                <w:lang w:eastAsia="pl-PL"/>
              </w:rPr>
              <w:t>krytyczne obszary finansowe w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biorstwie i proponuje alternatywne rozwi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:rsidR="00FD7001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U_06</w:t>
            </w:r>
          </w:p>
          <w:p w:rsidR="00F77502" w:rsidRPr="000A5282" w:rsidRDefault="00FD7001" w:rsidP="00FD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U_07</w:t>
            </w:r>
          </w:p>
        </w:tc>
      </w:tr>
    </w:tbl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6BE2" w:rsidRPr="000A5282" w:rsidRDefault="00046B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6BE2" w:rsidRPr="000A5282" w:rsidRDefault="00046B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6BE2" w:rsidRPr="000A5282" w:rsidRDefault="00046B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A52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A5282">
        <w:rPr>
          <w:rFonts w:ascii="Corbel" w:hAnsi="Corbel"/>
          <w:b/>
          <w:sz w:val="24"/>
          <w:szCs w:val="24"/>
        </w:rPr>
        <w:t>3.3</w:t>
      </w:r>
      <w:r w:rsidR="001D7B54" w:rsidRPr="000A5282">
        <w:rPr>
          <w:rFonts w:ascii="Corbel" w:hAnsi="Corbel"/>
          <w:b/>
          <w:sz w:val="24"/>
          <w:szCs w:val="24"/>
        </w:rPr>
        <w:t xml:space="preserve"> </w:t>
      </w:r>
      <w:r w:rsidR="0085747A" w:rsidRPr="000A5282">
        <w:rPr>
          <w:rFonts w:ascii="Corbel" w:hAnsi="Corbel"/>
          <w:b/>
          <w:sz w:val="24"/>
          <w:szCs w:val="24"/>
        </w:rPr>
        <w:t>T</w:t>
      </w:r>
      <w:r w:rsidR="001D7B54" w:rsidRPr="000A528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0A5282">
        <w:rPr>
          <w:rFonts w:ascii="Corbel" w:hAnsi="Corbel"/>
          <w:sz w:val="24"/>
          <w:szCs w:val="24"/>
        </w:rPr>
        <w:t>(</w:t>
      </w:r>
      <w:r w:rsidR="001D7B54" w:rsidRPr="000A5282">
        <w:rPr>
          <w:rFonts w:ascii="Corbel" w:hAnsi="Corbel"/>
          <w:i/>
          <w:sz w:val="24"/>
          <w:szCs w:val="24"/>
        </w:rPr>
        <w:t>wypełnia koordynator)</w:t>
      </w:r>
    </w:p>
    <w:p w:rsidR="0085747A" w:rsidRPr="000A52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A52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A5282" w:rsidTr="00923D7D">
        <w:tc>
          <w:tcPr>
            <w:tcW w:w="9639" w:type="dxa"/>
          </w:tcPr>
          <w:p w:rsidR="0085747A" w:rsidRPr="000A52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671F" w:rsidRPr="000A5282" w:rsidTr="00923D7D">
        <w:tc>
          <w:tcPr>
            <w:tcW w:w="9639" w:type="dxa"/>
          </w:tcPr>
          <w:p w:rsidR="00E2671F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lastRenderedPageBreak/>
              <w:t>Poj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cie, przedmiot i zadania analizy ekonomicznej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185811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 xml:space="preserve">Materiały 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ródłowe analizy ekonomicznej. Charakterystyka pozycji bilansu, rachunku zysków i strat oraz rachunku przepływów pieni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ęż</w:t>
            </w:r>
            <w:r w:rsidRPr="000A5282">
              <w:rPr>
                <w:rFonts w:ascii="Corbel" w:hAnsi="Corbel"/>
                <w:lang w:eastAsia="pl-PL"/>
              </w:rPr>
              <w:t>nych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Istota i cele analizy wst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pnej</w:t>
            </w:r>
            <w:r w:rsidR="00185811" w:rsidRPr="000A5282">
              <w:rPr>
                <w:rFonts w:ascii="Corbel" w:hAnsi="Corbel"/>
                <w:lang w:eastAsia="pl-PL"/>
              </w:rPr>
              <w:t xml:space="preserve">. </w:t>
            </w:r>
            <w:r w:rsidRPr="000A5282">
              <w:rPr>
                <w:rFonts w:ascii="Corbel" w:hAnsi="Corbel"/>
                <w:lang w:eastAsia="pl-PL"/>
              </w:rPr>
              <w:t>Wst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pna analiza bilansu oraz rachunku zysków i strat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Problemy aplikacji analiza wst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pnej, w tym uj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cia inflacji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Analiza 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nikowa sprawozda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ń </w:t>
            </w:r>
            <w:r w:rsidRPr="000A5282">
              <w:rPr>
                <w:rFonts w:ascii="Corbel" w:hAnsi="Corbel"/>
                <w:lang w:eastAsia="pl-PL"/>
              </w:rPr>
              <w:t>finansowych</w:t>
            </w:r>
          </w:p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1. Zasady klasyfikacji 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ników finansowych</w:t>
            </w:r>
          </w:p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2. Interpretacja i problemy obliczeniowe analizy płynno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 finansowej</w:t>
            </w:r>
          </w:p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3. Interpretacja i problemy obliczeniowe analizy zadłu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ż</w:t>
            </w:r>
            <w:r w:rsidRPr="000A5282">
              <w:rPr>
                <w:rFonts w:ascii="Corbel" w:hAnsi="Corbel"/>
                <w:lang w:eastAsia="pl-PL"/>
              </w:rPr>
              <w:t>enia</w:t>
            </w:r>
          </w:p>
          <w:p w:rsidR="000E26CA" w:rsidRPr="000A5282" w:rsidRDefault="000E26CA" w:rsidP="000E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4. Interpretacja i problemy obliczeniowe analizy sprawno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 zarz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dzania</w:t>
            </w:r>
          </w:p>
          <w:p w:rsidR="000E26CA" w:rsidRPr="000A5282" w:rsidRDefault="000E26CA" w:rsidP="000E26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5. Interpretacja i problemy obliczeniowe analizy rentowno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Badanie przyczynowo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 xml:space="preserve">ci na przykładzie modelu </w:t>
            </w:r>
            <w:proofErr w:type="spellStart"/>
            <w:r w:rsidRPr="000A5282">
              <w:rPr>
                <w:rFonts w:ascii="Corbel" w:hAnsi="Corbel"/>
                <w:lang w:eastAsia="pl-PL"/>
              </w:rPr>
              <w:t>Du</w:t>
            </w:r>
            <w:proofErr w:type="spellEnd"/>
            <w:r w:rsidRPr="000A5282">
              <w:rPr>
                <w:rFonts w:ascii="Corbel" w:hAnsi="Corbel"/>
                <w:lang w:eastAsia="pl-PL"/>
              </w:rPr>
              <w:t xml:space="preserve"> Ponta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Tworzenie syntetycznej oceny sytuacji finansowej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Zasady oceny 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ników finansowych i wzorce oceny w analizie finansowej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Podstawowe metody tworzenia oceny syntetycznej: skala oceny oraz profil</w:t>
            </w:r>
            <w:r w:rsidR="00185811" w:rsidRPr="000A5282">
              <w:rPr>
                <w:rFonts w:ascii="Corbel" w:hAnsi="Corbel"/>
                <w:lang w:eastAsia="pl-PL"/>
              </w:rPr>
              <w:t xml:space="preserve"> </w:t>
            </w:r>
            <w:r w:rsidRPr="000A5282">
              <w:rPr>
                <w:rFonts w:ascii="Corbel" w:hAnsi="Corbel"/>
                <w:lang w:eastAsia="pl-PL"/>
              </w:rPr>
              <w:t>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ników</w:t>
            </w:r>
          </w:p>
        </w:tc>
      </w:tr>
      <w:tr w:rsidR="000E26CA" w:rsidRPr="000A5282" w:rsidTr="00923D7D">
        <w:tc>
          <w:tcPr>
            <w:tcW w:w="9639" w:type="dxa"/>
          </w:tcPr>
          <w:p w:rsidR="000E26CA" w:rsidRPr="000A5282" w:rsidRDefault="000E26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lang w:eastAsia="pl-PL"/>
              </w:rPr>
              <w:t>Badania przyczynowo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 z wykorzystaniem analizy czynnikowej</w:t>
            </w:r>
          </w:p>
        </w:tc>
      </w:tr>
    </w:tbl>
    <w:p w:rsidR="0085747A" w:rsidRPr="000A52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A52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A52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A5282">
        <w:rPr>
          <w:rFonts w:ascii="Corbel" w:hAnsi="Corbel"/>
          <w:sz w:val="24"/>
          <w:szCs w:val="24"/>
        </w:rPr>
        <w:t xml:space="preserve">, </w:t>
      </w:r>
      <w:r w:rsidRPr="000A52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A52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A5282" w:rsidTr="00923D7D">
        <w:tc>
          <w:tcPr>
            <w:tcW w:w="9639" w:type="dxa"/>
          </w:tcPr>
          <w:p w:rsidR="0085747A" w:rsidRPr="000A52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18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Wst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pne zagadnienia analizy ekonomicznej - wprowadzenie</w:t>
            </w:r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AA24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Charakterystyka sprawozda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ń </w:t>
            </w:r>
            <w:r w:rsidRPr="000A5282">
              <w:rPr>
                <w:rFonts w:ascii="Corbel" w:hAnsi="Corbel"/>
                <w:lang w:eastAsia="pl-PL"/>
              </w:rPr>
              <w:t xml:space="preserve">finansowych – </w:t>
            </w:r>
            <w:proofErr w:type="spellStart"/>
            <w:r w:rsidRPr="000A5282">
              <w:rPr>
                <w:rFonts w:ascii="Corbel" w:hAnsi="Corbel"/>
                <w:lang w:eastAsia="pl-PL"/>
              </w:rPr>
              <w:t>case</w:t>
            </w:r>
            <w:proofErr w:type="spellEnd"/>
            <w:r w:rsidRPr="000A5282">
              <w:rPr>
                <w:rFonts w:ascii="Corbel" w:hAnsi="Corbel"/>
                <w:lang w:eastAsia="pl-PL"/>
              </w:rPr>
              <w:t xml:space="preserve"> </w:t>
            </w:r>
            <w:proofErr w:type="spellStart"/>
            <w:r w:rsidRPr="000A5282">
              <w:rPr>
                <w:rFonts w:ascii="Corbel" w:hAnsi="Corbel"/>
                <w:lang w:eastAsia="pl-PL"/>
              </w:rPr>
              <w:t>study</w:t>
            </w:r>
            <w:proofErr w:type="spellEnd"/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AA24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Analiza wst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pna sprawozdania finansowego</w:t>
            </w:r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AA24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Analiza przepływów pieni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ęż</w:t>
            </w:r>
            <w:r w:rsidRPr="000A5282">
              <w:rPr>
                <w:rFonts w:ascii="Corbel" w:hAnsi="Corbel"/>
                <w:lang w:eastAsia="pl-PL"/>
              </w:rPr>
              <w:t>nych</w:t>
            </w:r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AA24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>Podstawy analizy wska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ź</w:t>
            </w:r>
            <w:r w:rsidRPr="000A5282">
              <w:rPr>
                <w:rFonts w:ascii="Corbel" w:hAnsi="Corbel"/>
                <w:lang w:eastAsia="pl-PL"/>
              </w:rPr>
              <w:t>nikowej w przedsi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ę</w:t>
            </w:r>
            <w:r w:rsidRPr="000A5282">
              <w:rPr>
                <w:rFonts w:ascii="Corbel" w:hAnsi="Corbel"/>
                <w:lang w:eastAsia="pl-PL"/>
              </w:rPr>
              <w:t>biorstwie: płynno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ść </w:t>
            </w:r>
            <w:r w:rsidRPr="000A5282">
              <w:rPr>
                <w:rFonts w:ascii="Corbel" w:hAnsi="Corbel"/>
                <w:lang w:eastAsia="pl-PL"/>
              </w:rPr>
              <w:t>finansowa, zadłu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ż</w:t>
            </w:r>
            <w:r w:rsidRPr="000A5282">
              <w:rPr>
                <w:rFonts w:ascii="Corbel" w:hAnsi="Corbel"/>
                <w:lang w:eastAsia="pl-PL"/>
              </w:rPr>
              <w:t>enie, sprawno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 xml:space="preserve">ść </w:t>
            </w:r>
            <w:r w:rsidRPr="000A5282">
              <w:rPr>
                <w:rFonts w:ascii="Corbel" w:hAnsi="Corbel"/>
                <w:lang w:eastAsia="pl-PL"/>
              </w:rPr>
              <w:t>zarz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ą</w:t>
            </w:r>
            <w:r w:rsidRPr="000A5282">
              <w:rPr>
                <w:rFonts w:ascii="Corbel" w:hAnsi="Corbel"/>
                <w:lang w:eastAsia="pl-PL"/>
              </w:rPr>
              <w:t>dzania, rentowno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ść</w:t>
            </w:r>
          </w:p>
        </w:tc>
      </w:tr>
      <w:tr w:rsidR="00185811" w:rsidRPr="000A5282" w:rsidTr="00923D7D">
        <w:tc>
          <w:tcPr>
            <w:tcW w:w="9639" w:type="dxa"/>
          </w:tcPr>
          <w:p w:rsidR="00185811" w:rsidRPr="000A5282" w:rsidRDefault="00185811" w:rsidP="00AA24B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Cało</w:t>
            </w:r>
            <w:r w:rsidRPr="000A5282">
              <w:rPr>
                <w:rFonts w:ascii="Corbel" w:eastAsia="TimesNewRoman" w:hAnsi="Corbel" w:cs="TimesNewRoman"/>
                <w:lang w:eastAsia="pl-PL"/>
              </w:rPr>
              <w:t>ś</w:t>
            </w:r>
            <w:r w:rsidRPr="000A5282">
              <w:rPr>
                <w:rFonts w:ascii="Corbel" w:hAnsi="Corbel"/>
                <w:lang w:eastAsia="pl-PL"/>
              </w:rPr>
              <w:t>ciowa ocena sytuacji finansowej</w:t>
            </w:r>
          </w:p>
        </w:tc>
      </w:tr>
    </w:tbl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7CF6" w:rsidRPr="000A5282" w:rsidRDefault="00E57CF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A52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>3.4 Metody dydaktyczne</w:t>
      </w:r>
      <w:r w:rsidRPr="000A52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0392D" w:rsidRPr="000A5282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Cs w:val="24"/>
        </w:rPr>
      </w:pPr>
      <w:r w:rsidRPr="000A5282">
        <w:rPr>
          <w:rFonts w:ascii="Corbel" w:hAnsi="Corbel"/>
          <w:szCs w:val="24"/>
        </w:rPr>
        <w:t xml:space="preserve">Wykład </w:t>
      </w:r>
      <w:r w:rsidR="009A762C" w:rsidRPr="000A5282">
        <w:rPr>
          <w:rFonts w:ascii="Corbel" w:hAnsi="Corbel"/>
          <w:szCs w:val="24"/>
        </w:rPr>
        <w:t>z prezentacją multimedialną</w:t>
      </w:r>
    </w:p>
    <w:p w:rsidR="009A762C" w:rsidRPr="000A5282" w:rsidRDefault="009A762C" w:rsidP="009A762C">
      <w:pPr>
        <w:autoSpaceDE w:val="0"/>
        <w:autoSpaceDN w:val="0"/>
        <w:adjustRightInd w:val="0"/>
        <w:spacing w:after="0" w:line="240" w:lineRule="auto"/>
        <w:rPr>
          <w:rFonts w:ascii="Corbel" w:eastAsia="TimesNewRoman" w:hAnsi="Corbel" w:cs="TimesNewRoman"/>
          <w:lang w:eastAsia="pl-PL"/>
        </w:rPr>
      </w:pPr>
      <w:r w:rsidRPr="000A5282">
        <w:rPr>
          <w:rFonts w:ascii="Corbel" w:hAnsi="Corbel"/>
          <w:szCs w:val="24"/>
        </w:rPr>
        <w:t>Ćwiczenia</w:t>
      </w:r>
      <w:r w:rsidR="00B0392D" w:rsidRPr="000A5282">
        <w:rPr>
          <w:rFonts w:ascii="Corbel" w:hAnsi="Corbel"/>
          <w:szCs w:val="24"/>
        </w:rPr>
        <w:t xml:space="preserve"> </w:t>
      </w:r>
      <w:r w:rsidRPr="000A5282">
        <w:rPr>
          <w:rFonts w:ascii="Corbel" w:hAnsi="Corbel"/>
          <w:lang w:eastAsia="pl-PL"/>
        </w:rPr>
        <w:t>obejmuj</w:t>
      </w:r>
      <w:r w:rsidRPr="000A5282">
        <w:rPr>
          <w:rFonts w:ascii="Corbel" w:eastAsia="TimesNewRoman" w:hAnsi="Corbel" w:cs="TimesNewRoman"/>
          <w:lang w:eastAsia="pl-PL"/>
        </w:rPr>
        <w:t xml:space="preserve">ą </w:t>
      </w:r>
      <w:r w:rsidRPr="000A5282">
        <w:rPr>
          <w:rFonts w:ascii="Corbel" w:hAnsi="Corbel"/>
          <w:lang w:eastAsia="pl-PL"/>
        </w:rPr>
        <w:t>dyskusj</w:t>
      </w:r>
      <w:r w:rsidRPr="000A5282">
        <w:rPr>
          <w:rFonts w:ascii="Corbel" w:eastAsia="TimesNewRoman" w:hAnsi="Corbel" w:cs="TimesNewRoman"/>
          <w:lang w:eastAsia="pl-PL"/>
        </w:rPr>
        <w:t xml:space="preserve">ę </w:t>
      </w:r>
      <w:r w:rsidRPr="000A5282">
        <w:rPr>
          <w:rFonts w:ascii="Corbel" w:hAnsi="Corbel"/>
          <w:lang w:eastAsia="pl-PL"/>
        </w:rPr>
        <w:t>moderowan</w:t>
      </w:r>
      <w:r w:rsidRPr="000A5282">
        <w:rPr>
          <w:rFonts w:ascii="Corbel" w:eastAsia="TimesNewRoman" w:hAnsi="Corbel" w:cs="TimesNewRoman"/>
          <w:lang w:eastAsia="pl-PL"/>
        </w:rPr>
        <w:t>ą</w:t>
      </w:r>
      <w:r w:rsidRPr="000A5282">
        <w:rPr>
          <w:rFonts w:ascii="Corbel" w:hAnsi="Corbel"/>
          <w:lang w:eastAsia="pl-PL"/>
        </w:rPr>
        <w:t>, analiz</w:t>
      </w:r>
      <w:r w:rsidRPr="000A5282">
        <w:rPr>
          <w:rFonts w:ascii="Corbel" w:eastAsia="TimesNewRoman" w:hAnsi="Corbel" w:cs="TimesNewRoman"/>
          <w:lang w:eastAsia="pl-PL"/>
        </w:rPr>
        <w:t xml:space="preserve">ę </w:t>
      </w:r>
      <w:r w:rsidRPr="000A5282">
        <w:rPr>
          <w:rFonts w:ascii="Corbel" w:hAnsi="Corbel"/>
          <w:lang w:eastAsia="pl-PL"/>
        </w:rPr>
        <w:t>i interpretacj</w:t>
      </w:r>
      <w:r w:rsidRPr="000A5282">
        <w:rPr>
          <w:rFonts w:ascii="Corbel" w:eastAsia="TimesNewRoman" w:hAnsi="Corbel" w:cs="TimesNewRoman"/>
          <w:lang w:eastAsia="pl-PL"/>
        </w:rPr>
        <w:t xml:space="preserve">ę </w:t>
      </w:r>
      <w:r w:rsidRPr="000A5282">
        <w:rPr>
          <w:rFonts w:ascii="Corbel" w:hAnsi="Corbel"/>
          <w:lang w:eastAsia="pl-PL"/>
        </w:rPr>
        <w:t xml:space="preserve">tekstów </w:t>
      </w:r>
      <w:r w:rsidRPr="000A5282">
        <w:rPr>
          <w:rFonts w:ascii="Corbel" w:eastAsia="TimesNewRoman" w:hAnsi="Corbel" w:cs="TimesNewRoman"/>
          <w:lang w:eastAsia="pl-PL"/>
        </w:rPr>
        <w:t>ź</w:t>
      </w:r>
      <w:r w:rsidRPr="000A5282">
        <w:rPr>
          <w:rFonts w:ascii="Corbel" w:hAnsi="Corbel"/>
          <w:lang w:eastAsia="pl-PL"/>
        </w:rPr>
        <w:t>ródłowych, analiz</w:t>
      </w:r>
      <w:r w:rsidRPr="000A5282">
        <w:rPr>
          <w:rFonts w:ascii="Corbel" w:eastAsia="TimesNewRoman" w:hAnsi="Corbel" w:cs="TimesNewRoman"/>
          <w:lang w:eastAsia="pl-PL"/>
        </w:rPr>
        <w:t xml:space="preserve">ę </w:t>
      </w:r>
      <w:r w:rsidRPr="000A5282">
        <w:rPr>
          <w:rFonts w:ascii="Corbel" w:hAnsi="Corbel"/>
          <w:lang w:eastAsia="pl-PL"/>
        </w:rPr>
        <w:t>sprawozda</w:t>
      </w:r>
      <w:r w:rsidRPr="000A5282">
        <w:rPr>
          <w:rFonts w:ascii="Corbel" w:eastAsia="TimesNewRoman" w:hAnsi="Corbel" w:cs="TimesNewRoman"/>
          <w:lang w:eastAsia="pl-PL"/>
        </w:rPr>
        <w:t>ń</w:t>
      </w:r>
    </w:p>
    <w:p w:rsidR="00B0392D" w:rsidRPr="000A5282" w:rsidRDefault="009A762C" w:rsidP="009A76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Cs w:val="24"/>
        </w:rPr>
      </w:pPr>
      <w:r w:rsidRPr="000A5282">
        <w:rPr>
          <w:rFonts w:ascii="Corbel" w:hAnsi="Corbel"/>
          <w:lang w:eastAsia="pl-PL"/>
        </w:rPr>
        <w:t>wybranych przedsi</w:t>
      </w:r>
      <w:r w:rsidRPr="000A5282">
        <w:rPr>
          <w:rFonts w:ascii="Corbel" w:eastAsia="TimesNewRoman" w:hAnsi="Corbel" w:cs="TimesNewRoman"/>
          <w:lang w:eastAsia="pl-PL"/>
        </w:rPr>
        <w:t>ę</w:t>
      </w:r>
      <w:r w:rsidRPr="000A5282">
        <w:rPr>
          <w:rFonts w:ascii="Corbel" w:hAnsi="Corbel"/>
          <w:lang w:eastAsia="pl-PL"/>
        </w:rPr>
        <w:t>biorstw, prac</w:t>
      </w:r>
      <w:r w:rsidRPr="000A5282">
        <w:rPr>
          <w:rFonts w:ascii="Corbel" w:eastAsia="TimesNewRoman" w:hAnsi="Corbel" w:cs="TimesNewRoman"/>
          <w:lang w:eastAsia="pl-PL"/>
        </w:rPr>
        <w:t xml:space="preserve">ę </w:t>
      </w:r>
      <w:r w:rsidRPr="000A5282">
        <w:rPr>
          <w:rFonts w:ascii="Corbel" w:hAnsi="Corbel"/>
          <w:lang w:eastAsia="pl-PL"/>
        </w:rPr>
        <w:t>zespołow</w:t>
      </w:r>
      <w:r w:rsidRPr="000A5282">
        <w:rPr>
          <w:rFonts w:ascii="Corbel" w:eastAsia="TimesNewRoman" w:hAnsi="Corbel" w:cs="TimesNewRoman"/>
          <w:lang w:eastAsia="pl-PL"/>
        </w:rPr>
        <w:t>ą</w:t>
      </w:r>
      <w:r w:rsidRPr="000A5282">
        <w:rPr>
          <w:rFonts w:ascii="Corbel" w:hAnsi="Corbel"/>
          <w:lang w:eastAsia="pl-PL"/>
        </w:rPr>
        <w:t>, rozwi</w:t>
      </w:r>
      <w:r w:rsidRPr="000A5282">
        <w:rPr>
          <w:rFonts w:ascii="Corbel" w:eastAsia="TimesNewRoman" w:hAnsi="Corbel" w:cs="TimesNewRoman"/>
          <w:lang w:eastAsia="pl-PL"/>
        </w:rPr>
        <w:t>ą</w:t>
      </w:r>
      <w:r w:rsidRPr="000A5282">
        <w:rPr>
          <w:rFonts w:ascii="Corbel" w:hAnsi="Corbel"/>
          <w:lang w:eastAsia="pl-PL"/>
        </w:rPr>
        <w:t>zywanie zada</w:t>
      </w:r>
      <w:r w:rsidRPr="000A5282">
        <w:rPr>
          <w:rFonts w:ascii="Corbel" w:eastAsia="TimesNewRoman" w:hAnsi="Corbel" w:cs="TimesNewRoman"/>
          <w:lang w:eastAsia="pl-PL"/>
        </w:rPr>
        <w:t>ń</w:t>
      </w:r>
      <w:r w:rsidRPr="000A5282">
        <w:rPr>
          <w:rFonts w:ascii="Corbel" w:hAnsi="Corbel"/>
          <w:lang w:eastAsia="pl-PL"/>
        </w:rPr>
        <w:t>.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 xml:space="preserve">4. </w:t>
      </w:r>
      <w:r w:rsidR="0085747A" w:rsidRPr="000A5282">
        <w:rPr>
          <w:rFonts w:ascii="Corbel" w:hAnsi="Corbel"/>
          <w:smallCaps w:val="0"/>
          <w:szCs w:val="24"/>
        </w:rPr>
        <w:t>METODY I KRYTERIA OCENY</w:t>
      </w:r>
      <w:r w:rsidR="009F4610" w:rsidRPr="000A5282">
        <w:rPr>
          <w:rFonts w:ascii="Corbel" w:hAnsi="Corbel"/>
          <w:smallCaps w:val="0"/>
          <w:szCs w:val="24"/>
        </w:rPr>
        <w:t xml:space="preserve"> </w:t>
      </w:r>
    </w:p>
    <w:p w:rsidR="00923D7D" w:rsidRPr="000A52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A52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0A5282" w:rsidTr="00923D7D">
        <w:tc>
          <w:tcPr>
            <w:tcW w:w="2410" w:type="dxa"/>
            <w:vAlign w:val="center"/>
          </w:tcPr>
          <w:p w:rsidR="0085747A" w:rsidRPr="000A52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0A52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A52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A52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A52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A5282" w:rsidTr="00923D7D">
        <w:tc>
          <w:tcPr>
            <w:tcW w:w="2410" w:type="dxa"/>
          </w:tcPr>
          <w:p w:rsidR="0085747A" w:rsidRPr="000A52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A52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85747A" w:rsidRPr="000A5282" w:rsidRDefault="009A762C" w:rsidP="00E2671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437AA"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85747A" w:rsidRPr="000A5282" w:rsidRDefault="009A762C" w:rsidP="009A762C">
            <w:pPr>
              <w:rPr>
                <w:rFonts w:ascii="Corbel" w:hAnsi="Corbel"/>
              </w:rPr>
            </w:pPr>
            <w:r w:rsidRPr="000A5282">
              <w:rPr>
                <w:rFonts w:ascii="Corbel" w:hAnsi="Corbel"/>
              </w:rPr>
              <w:t>Wykład</w:t>
            </w:r>
          </w:p>
        </w:tc>
      </w:tr>
      <w:tr w:rsidR="0085747A" w:rsidRPr="000A5282" w:rsidTr="00923D7D">
        <w:tc>
          <w:tcPr>
            <w:tcW w:w="2410" w:type="dxa"/>
          </w:tcPr>
          <w:p w:rsidR="0085747A" w:rsidRPr="000A52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52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0A5282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A5282" w:rsidRDefault="009A762C" w:rsidP="009A762C">
            <w:pPr>
              <w:rPr>
                <w:rFonts w:ascii="Corbel" w:hAnsi="Corbel"/>
              </w:rPr>
            </w:pPr>
            <w:r w:rsidRPr="000A5282">
              <w:rPr>
                <w:rFonts w:ascii="Corbel" w:hAnsi="Corbel"/>
              </w:rPr>
              <w:t>Wykład</w:t>
            </w:r>
          </w:p>
        </w:tc>
      </w:tr>
      <w:tr w:rsidR="008437AA" w:rsidRPr="000A5282" w:rsidTr="00923D7D">
        <w:tc>
          <w:tcPr>
            <w:tcW w:w="2410" w:type="dxa"/>
          </w:tcPr>
          <w:p w:rsidR="008437AA" w:rsidRPr="000A5282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A528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:rsidR="008437AA" w:rsidRPr="000A5282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437AA" w:rsidRPr="000A5282" w:rsidRDefault="009A7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 w:val="22"/>
              </w:rPr>
              <w:t xml:space="preserve">Wykład, </w:t>
            </w:r>
            <w:r w:rsidR="001B2D4C" w:rsidRPr="000A5282">
              <w:rPr>
                <w:rFonts w:ascii="Corbel" w:hAnsi="Corbel"/>
                <w:b w:val="0"/>
                <w:smallCaps w:val="0"/>
                <w:sz w:val="22"/>
              </w:rPr>
              <w:t>ć</w:t>
            </w:r>
            <w:r w:rsidR="008437AA" w:rsidRPr="000A5282">
              <w:rPr>
                <w:rFonts w:ascii="Corbel" w:hAnsi="Corbel"/>
                <w:b w:val="0"/>
                <w:smallCaps w:val="0"/>
                <w:sz w:val="22"/>
              </w:rPr>
              <w:t>wiczenia</w:t>
            </w:r>
          </w:p>
        </w:tc>
      </w:tr>
      <w:tr w:rsidR="008437AA" w:rsidRPr="000A5282" w:rsidTr="00923D7D">
        <w:tc>
          <w:tcPr>
            <w:tcW w:w="2410" w:type="dxa"/>
          </w:tcPr>
          <w:p w:rsidR="008437AA" w:rsidRPr="000A5282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A5282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103" w:type="dxa"/>
          </w:tcPr>
          <w:p w:rsidR="008437AA" w:rsidRPr="000A5282" w:rsidRDefault="009A7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0A5282">
              <w:rPr>
                <w:rFonts w:ascii="Corbel" w:hAnsi="Corbel"/>
                <w:lang w:eastAsia="pl-PL"/>
              </w:rPr>
              <w:t xml:space="preserve"> </w:t>
            </w:r>
            <w:r w:rsidR="008437AA"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kolokwium</w:t>
            </w:r>
          </w:p>
        </w:tc>
        <w:tc>
          <w:tcPr>
            <w:tcW w:w="2126" w:type="dxa"/>
          </w:tcPr>
          <w:p w:rsidR="008437AA" w:rsidRPr="000A5282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ćwiczenia</w:t>
            </w:r>
          </w:p>
        </w:tc>
      </w:tr>
      <w:tr w:rsidR="008437AA" w:rsidRPr="000A5282" w:rsidTr="00923D7D">
        <w:tc>
          <w:tcPr>
            <w:tcW w:w="2410" w:type="dxa"/>
          </w:tcPr>
          <w:p w:rsidR="008437AA" w:rsidRPr="000A5282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A528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</w:tcPr>
          <w:p w:rsidR="008437AA" w:rsidRPr="000A5282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26" w:type="dxa"/>
          </w:tcPr>
          <w:p w:rsidR="008437AA" w:rsidRPr="000A5282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 w:val="22"/>
              </w:rPr>
              <w:t>ć</w:t>
            </w:r>
            <w:r w:rsidR="008437AA" w:rsidRPr="000A5282">
              <w:rPr>
                <w:rFonts w:ascii="Corbel" w:hAnsi="Corbel"/>
                <w:b w:val="0"/>
                <w:smallCaps w:val="0"/>
                <w:sz w:val="22"/>
              </w:rPr>
              <w:t>wiczenia</w:t>
            </w:r>
          </w:p>
        </w:tc>
      </w:tr>
      <w:tr w:rsidR="009A762C" w:rsidRPr="000A5282" w:rsidTr="00923D7D">
        <w:tc>
          <w:tcPr>
            <w:tcW w:w="2410" w:type="dxa"/>
          </w:tcPr>
          <w:p w:rsidR="009A762C" w:rsidRPr="000A5282" w:rsidRDefault="009A762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A52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A5282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103" w:type="dxa"/>
          </w:tcPr>
          <w:p w:rsidR="009A762C" w:rsidRPr="000A5282" w:rsidRDefault="009A762C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26" w:type="dxa"/>
          </w:tcPr>
          <w:p w:rsidR="009A762C" w:rsidRPr="000A5282" w:rsidRDefault="009A7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528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0A52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 xml:space="preserve">4.2 </w:t>
      </w:r>
      <w:r w:rsidR="0085747A" w:rsidRPr="000A52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A5282">
        <w:rPr>
          <w:rFonts w:ascii="Corbel" w:hAnsi="Corbel"/>
          <w:smallCaps w:val="0"/>
          <w:szCs w:val="24"/>
        </w:rPr>
        <w:t xml:space="preserve"> </w:t>
      </w:r>
    </w:p>
    <w:p w:rsidR="00923D7D" w:rsidRPr="000A52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A5282" w:rsidTr="00923D7D">
        <w:tc>
          <w:tcPr>
            <w:tcW w:w="9670" w:type="dxa"/>
          </w:tcPr>
          <w:p w:rsidR="009A762C" w:rsidRPr="000A5282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9A762C" w:rsidRPr="000A5282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="009A762C" w:rsidRPr="000A5282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9A762C" w:rsidRPr="000A5282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prowadzących zajęcia do poszczególnych prac i aktywności składających się na zaliczenie przedmiotu.</w:t>
            </w:r>
          </w:p>
          <w:p w:rsidR="009A762C" w:rsidRPr="000A5282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762C" w:rsidRPr="000A5282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="00E57CF6" w:rsidRPr="000A5282" w:rsidRDefault="009A762C" w:rsidP="009A762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</w:t>
            </w:r>
            <w:r w:rsidR="00046BE2"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z ćwiczeń </w:t>
            </w:r>
            <w:r w:rsidRPr="000A5282">
              <w:rPr>
                <w:rFonts w:ascii="Corbel" w:hAnsi="Corbel"/>
                <w:b w:val="0"/>
                <w:smallCaps w:val="0"/>
                <w:szCs w:val="24"/>
              </w:rPr>
              <w:t>obejmuje również zagadnienia zaprezentowane na wykładzie</w:t>
            </w:r>
          </w:p>
        </w:tc>
      </w:tr>
    </w:tbl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A52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A5282">
        <w:rPr>
          <w:rFonts w:ascii="Corbel" w:hAnsi="Corbel"/>
          <w:b/>
          <w:sz w:val="24"/>
          <w:szCs w:val="24"/>
        </w:rPr>
        <w:t xml:space="preserve">5. </w:t>
      </w:r>
      <w:r w:rsidR="00C61DC5" w:rsidRPr="000A52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A52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A5282" w:rsidTr="003E1941">
        <w:tc>
          <w:tcPr>
            <w:tcW w:w="4962" w:type="dxa"/>
            <w:vAlign w:val="center"/>
          </w:tcPr>
          <w:p w:rsidR="0085747A" w:rsidRPr="000A52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A52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A52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A52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A52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A52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A52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A5282" w:rsidTr="00923D7D">
        <w:tc>
          <w:tcPr>
            <w:tcW w:w="4962" w:type="dxa"/>
          </w:tcPr>
          <w:p w:rsidR="0085747A" w:rsidRPr="000A52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G</w:t>
            </w:r>
            <w:r w:rsidR="0085747A" w:rsidRPr="000A528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A528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A528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A528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A528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0A528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A5282" w:rsidRDefault="009A762C" w:rsidP="002F1D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0A5282" w:rsidTr="00923D7D">
        <w:tc>
          <w:tcPr>
            <w:tcW w:w="4962" w:type="dxa"/>
          </w:tcPr>
          <w:p w:rsidR="00C61DC5" w:rsidRPr="000A52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0A52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A5282" w:rsidRDefault="00E2671F" w:rsidP="002F1D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0A5282" w:rsidTr="00923D7D">
        <w:tc>
          <w:tcPr>
            <w:tcW w:w="4962" w:type="dxa"/>
          </w:tcPr>
          <w:p w:rsidR="0071620A" w:rsidRPr="000A52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A52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A52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0A52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A5282" w:rsidRDefault="009A762C" w:rsidP="002F1D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0A5282" w:rsidTr="00923D7D">
        <w:tc>
          <w:tcPr>
            <w:tcW w:w="4962" w:type="dxa"/>
          </w:tcPr>
          <w:p w:rsidR="0085747A" w:rsidRPr="000A52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2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F1D4F" w:rsidRDefault="00E57CF6" w:rsidP="002F1D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D4F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A5282" w:rsidTr="00923D7D">
        <w:tc>
          <w:tcPr>
            <w:tcW w:w="4962" w:type="dxa"/>
          </w:tcPr>
          <w:p w:rsidR="0085747A" w:rsidRPr="000A52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52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F1D4F" w:rsidRDefault="00E57CF6" w:rsidP="002F1D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D4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0A52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A52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A52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A52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 xml:space="preserve">6. </w:t>
      </w:r>
      <w:r w:rsidR="0085747A" w:rsidRPr="000A5282">
        <w:rPr>
          <w:rFonts w:ascii="Corbel" w:hAnsi="Corbel"/>
          <w:smallCaps w:val="0"/>
          <w:szCs w:val="24"/>
        </w:rPr>
        <w:t>PRAKTYKI ZAWODOWE W RAMACH PRZEDMIOTU/ MODUŁU</w:t>
      </w:r>
      <w:r w:rsidRPr="000A5282">
        <w:rPr>
          <w:rFonts w:ascii="Corbel" w:hAnsi="Corbel"/>
          <w:smallCaps w:val="0"/>
          <w:szCs w:val="24"/>
        </w:rPr>
        <w:t xml:space="preserve"> </w:t>
      </w:r>
    </w:p>
    <w:p w:rsidR="0085747A" w:rsidRPr="000A52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A5282" w:rsidTr="0071620A">
        <w:trPr>
          <w:trHeight w:val="397"/>
        </w:trPr>
        <w:tc>
          <w:tcPr>
            <w:tcW w:w="3544" w:type="dxa"/>
          </w:tcPr>
          <w:p w:rsidR="0085747A" w:rsidRPr="000A52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A5282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A5282" w:rsidTr="0071620A">
        <w:trPr>
          <w:trHeight w:val="397"/>
        </w:trPr>
        <w:tc>
          <w:tcPr>
            <w:tcW w:w="3544" w:type="dxa"/>
          </w:tcPr>
          <w:p w:rsidR="0085747A" w:rsidRPr="000A52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A5282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52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0A528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A5282">
        <w:rPr>
          <w:rFonts w:ascii="Corbel" w:hAnsi="Corbel"/>
          <w:smallCaps w:val="0"/>
          <w:szCs w:val="24"/>
        </w:rPr>
        <w:t xml:space="preserve">7. </w:t>
      </w:r>
      <w:r w:rsidR="0085747A" w:rsidRPr="000A5282">
        <w:rPr>
          <w:rFonts w:ascii="Corbel" w:hAnsi="Corbel"/>
          <w:smallCaps w:val="0"/>
          <w:szCs w:val="24"/>
        </w:rPr>
        <w:t>LITERATURA</w:t>
      </w:r>
      <w:r w:rsidRPr="000A5282">
        <w:rPr>
          <w:rFonts w:ascii="Corbel" w:hAnsi="Corbel"/>
          <w:smallCaps w:val="0"/>
          <w:szCs w:val="24"/>
        </w:rPr>
        <w:t xml:space="preserve"> </w:t>
      </w:r>
    </w:p>
    <w:p w:rsidR="00675843" w:rsidRPr="000A52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A5282" w:rsidTr="0071620A">
        <w:trPr>
          <w:trHeight w:val="397"/>
        </w:trPr>
        <w:tc>
          <w:tcPr>
            <w:tcW w:w="7513" w:type="dxa"/>
          </w:tcPr>
          <w:p w:rsidR="00E57CF6" w:rsidRPr="000A5282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</w:rPr>
              <w:t>Literatura podstawowa:</w:t>
            </w:r>
            <w:r w:rsidR="00E57CF6" w:rsidRPr="000A5282">
              <w:rPr>
                <w:rFonts w:ascii="Corbel" w:hAnsi="Corbel"/>
              </w:rPr>
              <w:t xml:space="preserve"> </w:t>
            </w:r>
          </w:p>
          <w:p w:rsidR="00046BE2" w:rsidRPr="000A5282" w:rsidRDefault="00E2671F" w:rsidP="0004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 xml:space="preserve">1. </w:t>
            </w:r>
            <w:r w:rsidR="00046BE2" w:rsidRPr="002F1D4F">
              <w:rPr>
                <w:rFonts w:ascii="Corbel" w:hAnsi="Corbel"/>
                <w:i/>
                <w:lang w:eastAsia="pl-PL"/>
              </w:rPr>
              <w:t>Analiza ekonomiczna w przedsiębiorstwie</w:t>
            </w:r>
            <w:r w:rsidR="00046BE2" w:rsidRPr="000A5282">
              <w:rPr>
                <w:rFonts w:ascii="Corbel" w:hAnsi="Corbel"/>
                <w:lang w:eastAsia="pl-PL"/>
              </w:rPr>
              <w:t xml:space="preserve"> (pod red. M. </w:t>
            </w:r>
            <w:proofErr w:type="spellStart"/>
            <w:r w:rsidR="00046BE2" w:rsidRPr="000A5282">
              <w:rPr>
                <w:rFonts w:ascii="Corbel" w:hAnsi="Corbel"/>
                <w:lang w:eastAsia="pl-PL"/>
              </w:rPr>
              <w:t>Jerzemowskiej</w:t>
            </w:r>
            <w:proofErr w:type="spellEnd"/>
            <w:r w:rsidR="00046BE2" w:rsidRPr="000A5282">
              <w:rPr>
                <w:rFonts w:ascii="Corbel" w:hAnsi="Corbel"/>
                <w:lang w:eastAsia="pl-PL"/>
              </w:rPr>
              <w:t xml:space="preserve">), PWE, Warszawa 2013 </w:t>
            </w:r>
          </w:p>
          <w:p w:rsidR="00046BE2" w:rsidRPr="000A5282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lastRenderedPageBreak/>
              <w:t xml:space="preserve">2. </w:t>
            </w:r>
            <w:r w:rsidR="00046BE2" w:rsidRPr="000A5282">
              <w:rPr>
                <w:rFonts w:ascii="Corbel" w:hAnsi="Corbel"/>
                <w:lang w:eastAsia="pl-PL"/>
              </w:rPr>
              <w:t xml:space="preserve">Nowak E., </w:t>
            </w:r>
            <w:r w:rsidR="00046BE2" w:rsidRPr="002F1D4F">
              <w:rPr>
                <w:rFonts w:ascii="Corbel" w:hAnsi="Corbel"/>
                <w:i/>
                <w:lang w:eastAsia="pl-PL"/>
              </w:rPr>
              <w:t>Analiza sprawozdań finansowych</w:t>
            </w:r>
            <w:r w:rsidR="00046BE2" w:rsidRPr="000A5282">
              <w:rPr>
                <w:rFonts w:ascii="Corbel" w:hAnsi="Corbel"/>
                <w:lang w:eastAsia="pl-PL"/>
              </w:rPr>
              <w:t>, Polskie Wydawnictwo Ekonomiczne, Warszawa 2014</w:t>
            </w:r>
          </w:p>
          <w:p w:rsidR="0085747A" w:rsidRPr="000A5282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A5282">
              <w:rPr>
                <w:rFonts w:ascii="Corbel" w:hAnsi="Corbel"/>
                <w:lang w:eastAsia="pl-PL"/>
              </w:rPr>
              <w:t xml:space="preserve">3. </w:t>
            </w:r>
            <w:r w:rsidR="00046BE2" w:rsidRPr="000A5282">
              <w:rPr>
                <w:rFonts w:ascii="Corbel" w:hAnsi="Corbel"/>
                <w:lang w:eastAsia="pl-PL"/>
              </w:rPr>
              <w:t xml:space="preserve">Kitowski J., </w:t>
            </w:r>
            <w:r w:rsidR="00046BE2" w:rsidRPr="002F1D4F">
              <w:rPr>
                <w:rFonts w:ascii="Corbel" w:hAnsi="Corbel"/>
                <w:i/>
                <w:lang w:eastAsia="pl-PL"/>
              </w:rPr>
              <w:t>Metody analizy ekonomicznej</w:t>
            </w:r>
            <w:r w:rsidR="00046BE2" w:rsidRPr="000A5282">
              <w:rPr>
                <w:rFonts w:ascii="Corbel" w:hAnsi="Corbel"/>
                <w:lang w:eastAsia="pl-PL"/>
              </w:rPr>
              <w:t>, (wyd. II) Wyd. UMCS Lublin-Rzeszów 1993</w:t>
            </w:r>
          </w:p>
        </w:tc>
      </w:tr>
      <w:tr w:rsidR="0085747A" w:rsidRPr="000A5282" w:rsidTr="0071620A">
        <w:trPr>
          <w:trHeight w:val="397"/>
        </w:trPr>
        <w:tc>
          <w:tcPr>
            <w:tcW w:w="7513" w:type="dxa"/>
          </w:tcPr>
          <w:p w:rsidR="00E57CF6" w:rsidRPr="000A5282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lastRenderedPageBreak/>
              <w:t xml:space="preserve">Literatura uzupełniająca: </w:t>
            </w:r>
          </w:p>
          <w:p w:rsidR="00046BE2" w:rsidRPr="000A5282" w:rsidRDefault="00C65BA5" w:rsidP="0004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1</w:t>
            </w:r>
            <w:r w:rsidR="00046BE2" w:rsidRPr="000A5282">
              <w:rPr>
                <w:rFonts w:ascii="Corbel" w:hAnsi="Corbel"/>
                <w:lang w:eastAsia="pl-PL"/>
              </w:rPr>
              <w:t xml:space="preserve">. </w:t>
            </w:r>
            <w:proofErr w:type="spellStart"/>
            <w:r w:rsidRPr="000A5282">
              <w:rPr>
                <w:rFonts w:ascii="Corbel" w:hAnsi="Corbel"/>
                <w:lang w:eastAsia="pl-PL"/>
              </w:rPr>
              <w:t>Gąsiorkiewicz</w:t>
            </w:r>
            <w:proofErr w:type="spellEnd"/>
            <w:r w:rsidRPr="000A5282">
              <w:rPr>
                <w:rFonts w:ascii="Corbel" w:hAnsi="Corbel"/>
                <w:lang w:eastAsia="pl-PL"/>
              </w:rPr>
              <w:t xml:space="preserve"> L., </w:t>
            </w:r>
            <w:r w:rsidR="00046BE2" w:rsidRPr="002F1D4F">
              <w:rPr>
                <w:rFonts w:ascii="Corbel" w:hAnsi="Corbel"/>
                <w:i/>
                <w:lang w:eastAsia="pl-PL"/>
              </w:rPr>
              <w:t>A</w:t>
            </w:r>
            <w:r w:rsidR="002F1D4F" w:rsidRPr="002F1D4F">
              <w:rPr>
                <w:rFonts w:ascii="Corbel" w:hAnsi="Corbel"/>
                <w:i/>
                <w:lang w:eastAsia="pl-PL"/>
              </w:rPr>
              <w:t>naliza ekonomiczno-finansowa przedsiębiorstw</w:t>
            </w:r>
            <w:r w:rsidR="002F1D4F" w:rsidRPr="000A5282">
              <w:rPr>
                <w:rFonts w:ascii="Corbel" w:hAnsi="Corbel"/>
                <w:lang w:eastAsia="pl-PL"/>
              </w:rPr>
              <w:t>,</w:t>
            </w:r>
            <w:r w:rsidR="00046BE2" w:rsidRPr="000A5282">
              <w:rPr>
                <w:rFonts w:ascii="Corbel" w:hAnsi="Corbel"/>
                <w:lang w:eastAsia="pl-PL"/>
              </w:rPr>
              <w:t xml:space="preserve"> Wydawnictwo Politechnik</w:t>
            </w:r>
            <w:r w:rsidRPr="000A5282">
              <w:rPr>
                <w:rFonts w:ascii="Corbel" w:hAnsi="Corbel"/>
                <w:lang w:eastAsia="pl-PL"/>
              </w:rPr>
              <w:t>i</w:t>
            </w:r>
            <w:r w:rsidR="00046BE2" w:rsidRPr="000A5282">
              <w:rPr>
                <w:rFonts w:ascii="Corbel" w:hAnsi="Corbel"/>
                <w:lang w:eastAsia="pl-PL"/>
              </w:rPr>
              <w:t xml:space="preserve"> Warszawsk</w:t>
            </w:r>
            <w:r w:rsidRPr="000A5282">
              <w:rPr>
                <w:rFonts w:ascii="Corbel" w:hAnsi="Corbel"/>
                <w:lang w:eastAsia="pl-PL"/>
              </w:rPr>
              <w:t>iej</w:t>
            </w:r>
            <w:r w:rsidR="00046BE2" w:rsidRPr="000A5282">
              <w:rPr>
                <w:rFonts w:ascii="Corbel" w:hAnsi="Corbel"/>
                <w:lang w:eastAsia="pl-PL"/>
              </w:rPr>
              <w:t xml:space="preserve">, </w:t>
            </w:r>
            <w:r w:rsidR="002F1D4F">
              <w:rPr>
                <w:rFonts w:ascii="Corbel" w:hAnsi="Corbel"/>
                <w:lang w:eastAsia="pl-PL"/>
              </w:rPr>
              <w:t xml:space="preserve">Warszawa </w:t>
            </w:r>
            <w:r w:rsidR="00046BE2" w:rsidRPr="000A5282">
              <w:rPr>
                <w:rFonts w:ascii="Corbel" w:hAnsi="Corbel"/>
                <w:lang w:eastAsia="pl-PL"/>
              </w:rPr>
              <w:t>2011</w:t>
            </w:r>
          </w:p>
          <w:p w:rsidR="00C65BA5" w:rsidRPr="000A5282" w:rsidRDefault="00C65BA5" w:rsidP="00C6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2</w:t>
            </w:r>
            <w:r w:rsidR="00046BE2" w:rsidRPr="000A5282">
              <w:rPr>
                <w:rFonts w:ascii="Corbel" w:hAnsi="Corbel"/>
                <w:lang w:eastAsia="pl-PL"/>
              </w:rPr>
              <w:t xml:space="preserve">. </w:t>
            </w:r>
            <w:r w:rsidRPr="000A5282">
              <w:rPr>
                <w:rFonts w:ascii="Corbel" w:hAnsi="Corbel"/>
                <w:lang w:eastAsia="pl-PL"/>
              </w:rPr>
              <w:t xml:space="preserve">Kitowski J., </w:t>
            </w:r>
            <w:r w:rsidR="00046BE2" w:rsidRPr="002F1D4F">
              <w:rPr>
                <w:rFonts w:ascii="Corbel" w:hAnsi="Corbel"/>
                <w:i/>
                <w:lang w:eastAsia="pl-PL"/>
              </w:rPr>
              <w:t>Metody dyskryminacyjne jako instrument oceny zagrożenia upadłością przedsiębiorstwa</w:t>
            </w:r>
            <w:r w:rsidR="00046BE2" w:rsidRPr="000A5282">
              <w:rPr>
                <w:rFonts w:ascii="Corbel" w:hAnsi="Corbel"/>
                <w:lang w:eastAsia="pl-PL"/>
              </w:rPr>
              <w:t>, Wydawnictwo Uniwersytetu Rzeszowskiego, Rzeszów 2015</w:t>
            </w:r>
          </w:p>
          <w:p w:rsidR="00C65BA5" w:rsidRPr="000A5282" w:rsidRDefault="00C65BA5" w:rsidP="00C6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 xml:space="preserve">3. </w:t>
            </w:r>
            <w:r w:rsidRPr="002F1D4F">
              <w:rPr>
                <w:rFonts w:ascii="Corbel" w:hAnsi="Corbel"/>
                <w:i/>
                <w:lang w:eastAsia="pl-PL"/>
              </w:rPr>
              <w:t>Współczesne problemy analizy ekonomicznej</w:t>
            </w:r>
            <w:r w:rsidRPr="000A5282">
              <w:rPr>
                <w:rFonts w:ascii="Corbel" w:hAnsi="Corbel"/>
                <w:lang w:eastAsia="pl-PL"/>
              </w:rPr>
              <w:t xml:space="preserve"> (pod red. R. Borowieckiego i A. Jakiego), Wydawnictwo Uniwersytetu Ekonomicznego w Krakowie, Kraków 2010</w:t>
            </w:r>
          </w:p>
          <w:p w:rsidR="0085747A" w:rsidRPr="000A5282" w:rsidRDefault="00C65BA5" w:rsidP="002F1D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0A5282">
              <w:rPr>
                <w:rFonts w:ascii="Corbel" w:hAnsi="Corbel"/>
                <w:lang w:eastAsia="pl-PL"/>
              </w:rPr>
              <w:t>4.Zaleska M</w:t>
            </w:r>
            <w:r w:rsidR="002F1D4F">
              <w:rPr>
                <w:rFonts w:ascii="Corbel" w:hAnsi="Corbel"/>
                <w:lang w:eastAsia="pl-PL"/>
              </w:rPr>
              <w:t>.</w:t>
            </w:r>
            <w:r w:rsidRPr="000A5282">
              <w:rPr>
                <w:rFonts w:ascii="Corbel" w:hAnsi="Corbel"/>
                <w:lang w:eastAsia="pl-PL"/>
              </w:rPr>
              <w:t>,</w:t>
            </w:r>
            <w:r w:rsidRPr="002F1D4F">
              <w:rPr>
                <w:rFonts w:ascii="Corbel" w:hAnsi="Corbel"/>
                <w:i/>
                <w:lang w:eastAsia="pl-PL"/>
              </w:rPr>
              <w:t xml:space="preserve"> Ocena ekonomiczno-finansowa przedsiębiorstwa przez analityka bankowego</w:t>
            </w:r>
            <w:r w:rsidRPr="000A5282">
              <w:rPr>
                <w:rFonts w:ascii="Corbel" w:hAnsi="Corbel"/>
                <w:lang w:eastAsia="pl-PL"/>
              </w:rPr>
              <w:t>, Wydawnictwo Szkoły Głównej Handlowej w Warszawie, Warszawa 2012</w:t>
            </w:r>
          </w:p>
        </w:tc>
      </w:tr>
    </w:tbl>
    <w:p w:rsidR="0085747A" w:rsidRPr="000A52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A52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A52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A52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AE" w:rsidRDefault="00DF32AE" w:rsidP="00C16ABF">
      <w:pPr>
        <w:spacing w:after="0" w:line="240" w:lineRule="auto"/>
      </w:pPr>
      <w:r>
        <w:separator/>
      </w:r>
    </w:p>
  </w:endnote>
  <w:endnote w:type="continuationSeparator" w:id="0">
    <w:p w:rsidR="00DF32AE" w:rsidRDefault="00DF32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AE" w:rsidRDefault="00DF32AE" w:rsidP="00C16ABF">
      <w:pPr>
        <w:spacing w:after="0" w:line="240" w:lineRule="auto"/>
      </w:pPr>
      <w:r>
        <w:separator/>
      </w:r>
    </w:p>
  </w:footnote>
  <w:footnote w:type="continuationSeparator" w:id="0">
    <w:p w:rsidR="00DF32AE" w:rsidRDefault="00DF32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E2"/>
    <w:rsid w:val="00070ED6"/>
    <w:rsid w:val="000742DC"/>
    <w:rsid w:val="00084C12"/>
    <w:rsid w:val="0008686D"/>
    <w:rsid w:val="000905EF"/>
    <w:rsid w:val="0009462C"/>
    <w:rsid w:val="00094B12"/>
    <w:rsid w:val="00096C46"/>
    <w:rsid w:val="000A06AE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10554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5811"/>
    <w:rsid w:val="00192F37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5F4F"/>
    <w:rsid w:val="002D73D4"/>
    <w:rsid w:val="002F02A3"/>
    <w:rsid w:val="002F1D4F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847B4"/>
    <w:rsid w:val="003941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1A92"/>
    <w:rsid w:val="00647FA8"/>
    <w:rsid w:val="006620D9"/>
    <w:rsid w:val="00671958"/>
    <w:rsid w:val="00675843"/>
    <w:rsid w:val="00696477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707E"/>
    <w:rsid w:val="008437AA"/>
    <w:rsid w:val="008449B3"/>
    <w:rsid w:val="0085747A"/>
    <w:rsid w:val="00884922"/>
    <w:rsid w:val="00885F64"/>
    <w:rsid w:val="00886F1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62C"/>
    <w:rsid w:val="009A78D9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35B1"/>
    <w:rsid w:val="00B173F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578C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32AE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F070AB"/>
    <w:rsid w:val="00F27A7B"/>
    <w:rsid w:val="00F526AF"/>
    <w:rsid w:val="00F617C3"/>
    <w:rsid w:val="00F7066B"/>
    <w:rsid w:val="00F77502"/>
    <w:rsid w:val="00F83B28"/>
    <w:rsid w:val="00FB7DBA"/>
    <w:rsid w:val="00FC1C25"/>
    <w:rsid w:val="00FC3F45"/>
    <w:rsid w:val="00FD503F"/>
    <w:rsid w:val="00FD7001"/>
    <w:rsid w:val="00FD7589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F1DC-5E72-4B80-9A9F-A5DFB440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Rafał Pitera</cp:lastModifiedBy>
  <cp:revision>5</cp:revision>
  <cp:lastPrinted>2018-02-12T11:34:00Z</cp:lastPrinted>
  <dcterms:created xsi:type="dcterms:W3CDTF">2018-02-12T11:26:00Z</dcterms:created>
  <dcterms:modified xsi:type="dcterms:W3CDTF">2018-02-14T10:03:00Z</dcterms:modified>
</cp:coreProperties>
</file>